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238D053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03225E">
        <w:rPr>
          <w:rFonts w:ascii="Corbel" w:hAnsi="Corbel"/>
          <w:b/>
          <w:smallCaps/>
          <w:sz w:val="24"/>
          <w:szCs w:val="24"/>
        </w:rPr>
        <w:t>2019-2021</w:t>
      </w:r>
      <w:bookmarkStart w:id="0" w:name="_GoBack"/>
      <w:bookmarkEnd w:id="0"/>
    </w:p>
    <w:p w14:paraId="6A743604" w14:textId="37380D2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3225E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03225E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2E080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25C95CA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7E78D55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4C08C738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2" w:name="_Toc488151950"/>
            <w:bookmarkEnd w:id="1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2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392A1" w14:textId="77777777" w:rsidR="00AB573D" w:rsidRDefault="00AB573D" w:rsidP="00C16ABF">
      <w:pPr>
        <w:spacing w:after="0" w:line="240" w:lineRule="auto"/>
      </w:pPr>
      <w:r>
        <w:separator/>
      </w:r>
    </w:p>
  </w:endnote>
  <w:endnote w:type="continuationSeparator" w:id="0">
    <w:p w14:paraId="1926A33B" w14:textId="77777777" w:rsidR="00AB573D" w:rsidRDefault="00AB57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3C180" w14:textId="77777777" w:rsidR="00AB573D" w:rsidRDefault="00AB573D" w:rsidP="00C16ABF">
      <w:pPr>
        <w:spacing w:after="0" w:line="240" w:lineRule="auto"/>
      </w:pPr>
      <w:r>
        <w:separator/>
      </w:r>
    </w:p>
  </w:footnote>
  <w:footnote w:type="continuationSeparator" w:id="0">
    <w:p w14:paraId="2035F0F4" w14:textId="77777777" w:rsidR="00AB573D" w:rsidRDefault="00AB573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25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B57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757F3D-26E6-486E-9B7B-74E2E5E4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112</TotalTime>
  <Pages>1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38</cp:revision>
  <cp:lastPrinted>2019-02-06T12:12:00Z</cp:lastPrinted>
  <dcterms:created xsi:type="dcterms:W3CDTF">2020-09-30T13:29:00Z</dcterms:created>
  <dcterms:modified xsi:type="dcterms:W3CDTF">2021-11-05T12:34:00Z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